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F6" w:rsidRDefault="008C28F6" w:rsidP="00103C6B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Лист самооценки</w:t>
      </w:r>
    </w:p>
    <w:p w:rsidR="008C28F6" w:rsidRPr="006147F3" w:rsidRDefault="008C28F6" w:rsidP="005D12E5">
      <w:pPr>
        <w:ind w:left="-540"/>
        <w:rPr>
          <w:sz w:val="22"/>
          <w:szCs w:val="22"/>
        </w:rPr>
      </w:pPr>
      <w:r w:rsidRPr="006147F3">
        <w:rPr>
          <w:sz w:val="22"/>
          <w:szCs w:val="22"/>
        </w:rPr>
        <w:t xml:space="preserve">ФИО аттестующегося </w:t>
      </w:r>
      <w:r w:rsidRPr="006147F3">
        <w:rPr>
          <w:b/>
          <w:sz w:val="22"/>
          <w:szCs w:val="22"/>
        </w:rPr>
        <w:t>руководителя физического воспитания</w:t>
      </w:r>
      <w:r w:rsidRPr="006147F3">
        <w:rPr>
          <w:sz w:val="22"/>
          <w:szCs w:val="22"/>
        </w:rPr>
        <w:t>: ________________________________</w:t>
      </w:r>
    </w:p>
    <w:p w:rsidR="008C28F6" w:rsidRPr="006147F3" w:rsidRDefault="008C28F6" w:rsidP="005D12E5">
      <w:pPr>
        <w:ind w:left="-540"/>
        <w:jc w:val="both"/>
        <w:rPr>
          <w:sz w:val="22"/>
          <w:szCs w:val="22"/>
        </w:rPr>
      </w:pPr>
      <w:r w:rsidRPr="006147F3">
        <w:rPr>
          <w:sz w:val="22"/>
          <w:szCs w:val="22"/>
        </w:rPr>
        <w:t>ОУ, территория: ________________________________________________________</w:t>
      </w:r>
      <w:r>
        <w:rPr>
          <w:sz w:val="22"/>
          <w:szCs w:val="22"/>
        </w:rPr>
        <w:t>_____</w:t>
      </w:r>
      <w:r w:rsidRPr="006147F3">
        <w:rPr>
          <w:sz w:val="22"/>
          <w:szCs w:val="22"/>
        </w:rPr>
        <w:t>___________</w:t>
      </w:r>
    </w:p>
    <w:tbl>
      <w:tblPr>
        <w:tblW w:w="104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0"/>
        <w:gridCol w:w="8991"/>
        <w:gridCol w:w="709"/>
      </w:tblGrid>
      <w:tr w:rsidR="008C28F6" w:rsidRPr="00047EF8" w:rsidTr="00103C6B">
        <w:trPr>
          <w:trHeight w:val="161"/>
        </w:trPr>
        <w:tc>
          <w:tcPr>
            <w:tcW w:w="790" w:type="dxa"/>
          </w:tcPr>
          <w:p w:rsidR="008C28F6" w:rsidRPr="00C4050E" w:rsidRDefault="008C28F6" w:rsidP="00FB2F6D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8C28F6" w:rsidRDefault="008C28F6" w:rsidP="00FB2F6D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ненты деятельно</w:t>
            </w:r>
          </w:p>
          <w:p w:rsidR="008C28F6" w:rsidRPr="00AC455E" w:rsidRDefault="008C28F6" w:rsidP="00FB2F6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сти</w:t>
            </w:r>
          </w:p>
        </w:tc>
        <w:tc>
          <w:tcPr>
            <w:tcW w:w="8991" w:type="dxa"/>
          </w:tcPr>
          <w:p w:rsidR="008C28F6" w:rsidRDefault="008C28F6" w:rsidP="00FB2F6D">
            <w:pPr>
              <w:jc w:val="center"/>
              <w:rPr>
                <w:sz w:val="20"/>
                <w:szCs w:val="20"/>
              </w:rPr>
            </w:pPr>
          </w:p>
          <w:p w:rsidR="008C28F6" w:rsidRPr="00AC455E" w:rsidRDefault="008C28F6" w:rsidP="00FB2F6D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8C28F6" w:rsidRPr="00AC455E" w:rsidRDefault="008C28F6" w:rsidP="00FB2F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C28F6" w:rsidRPr="00AC455E" w:rsidRDefault="008C28F6" w:rsidP="00FB2F6D">
            <w:pPr>
              <w:jc w:val="center"/>
              <w:rPr>
                <w:sz w:val="20"/>
                <w:szCs w:val="20"/>
              </w:rPr>
            </w:pPr>
          </w:p>
          <w:p w:rsidR="008C28F6" w:rsidRPr="00AC455E" w:rsidRDefault="008C28F6" w:rsidP="00FB2F6D">
            <w:pPr>
              <w:ind w:left="-78" w:right="-108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8C28F6" w:rsidRPr="00047EF8" w:rsidTr="00103C6B">
        <w:trPr>
          <w:trHeight w:val="161"/>
        </w:trPr>
        <w:tc>
          <w:tcPr>
            <w:tcW w:w="790" w:type="dxa"/>
            <w:vMerge w:val="restart"/>
            <w:textDirection w:val="btLr"/>
          </w:tcPr>
          <w:p w:rsidR="008C28F6" w:rsidRPr="00FE6B1A" w:rsidRDefault="008C28F6" w:rsidP="00B73B3F">
            <w:pPr>
              <w:ind w:left="113" w:right="113"/>
              <w:jc w:val="center"/>
              <w:rPr>
                <w:sz w:val="16"/>
                <w:szCs w:val="16"/>
              </w:rPr>
            </w:pPr>
            <w:r w:rsidRPr="00FE6B1A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8991" w:type="dxa"/>
          </w:tcPr>
          <w:p w:rsidR="008C28F6" w:rsidRPr="00047EF8" w:rsidRDefault="008C28F6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047EF8">
              <w:rPr>
                <w:sz w:val="20"/>
                <w:szCs w:val="20"/>
              </w:rPr>
              <w:t>Создает благоприятный психологический климат в коллек</w:t>
            </w:r>
            <w:r>
              <w:rPr>
                <w:sz w:val="20"/>
                <w:szCs w:val="20"/>
              </w:rPr>
              <w:t>тиве обучающихся</w:t>
            </w:r>
            <w:r w:rsidRPr="00047EF8">
              <w:rPr>
                <w:sz w:val="20"/>
                <w:szCs w:val="20"/>
              </w:rPr>
              <w:t>, атмосферу взаимопонимания, толерантности, взаимопомощи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161"/>
        </w:trPr>
        <w:tc>
          <w:tcPr>
            <w:tcW w:w="790" w:type="dxa"/>
            <w:vMerge/>
          </w:tcPr>
          <w:p w:rsidR="008C28F6" w:rsidRPr="00285B8E" w:rsidRDefault="008C28F6" w:rsidP="00B73B3F">
            <w:pPr>
              <w:rPr>
                <w:sz w:val="18"/>
                <w:szCs w:val="18"/>
              </w:rPr>
            </w:pPr>
          </w:p>
        </w:tc>
        <w:tc>
          <w:tcPr>
            <w:tcW w:w="8991" w:type="dxa"/>
          </w:tcPr>
          <w:p w:rsidR="008C28F6" w:rsidRPr="00047EF8" w:rsidRDefault="008C28F6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2. </w:t>
            </w:r>
            <w:r w:rsidRPr="00BD3256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азвивает способность к обучению в </w:t>
            </w:r>
            <w:r w:rsidRPr="00BD3256">
              <w:rPr>
                <w:sz w:val="20"/>
                <w:szCs w:val="20"/>
              </w:rPr>
              <w:t>творческой, физкультурно-спортивной деятельности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161"/>
        </w:trPr>
        <w:tc>
          <w:tcPr>
            <w:tcW w:w="790" w:type="dxa"/>
            <w:vMerge/>
          </w:tcPr>
          <w:p w:rsidR="008C28F6" w:rsidRPr="00285B8E" w:rsidRDefault="008C28F6" w:rsidP="00B73B3F">
            <w:pPr>
              <w:rPr>
                <w:sz w:val="18"/>
                <w:szCs w:val="18"/>
              </w:rPr>
            </w:pPr>
          </w:p>
        </w:tc>
        <w:tc>
          <w:tcPr>
            <w:tcW w:w="8991" w:type="dxa"/>
          </w:tcPr>
          <w:p w:rsidR="008C28F6" w:rsidRPr="00047EF8" w:rsidRDefault="008C28F6" w:rsidP="00166E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3.  Формирует здоровьесберегающую мотивацию у обучающихся и создает условия для формирования позитивной динамики </w:t>
            </w:r>
            <w:r>
              <w:rPr>
                <w:sz w:val="20"/>
                <w:szCs w:val="20"/>
              </w:rPr>
              <w:t>в образовательной организации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161"/>
        </w:trPr>
        <w:tc>
          <w:tcPr>
            <w:tcW w:w="790" w:type="dxa"/>
            <w:vMerge/>
          </w:tcPr>
          <w:p w:rsidR="008C28F6" w:rsidRPr="00285B8E" w:rsidRDefault="008C28F6" w:rsidP="00B73B3F">
            <w:pPr>
              <w:rPr>
                <w:sz w:val="18"/>
                <w:szCs w:val="18"/>
              </w:rPr>
            </w:pPr>
          </w:p>
        </w:tc>
        <w:tc>
          <w:tcPr>
            <w:tcW w:w="8991" w:type="dxa"/>
          </w:tcPr>
          <w:p w:rsidR="008C28F6" w:rsidRPr="00047EF8" w:rsidRDefault="008C28F6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4. Владеет культурой письменной и устной речи</w:t>
            </w:r>
            <w:r>
              <w:rPr>
                <w:sz w:val="20"/>
                <w:szCs w:val="20"/>
              </w:rPr>
              <w:t>, обладает педагогическим тактом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161"/>
        </w:trPr>
        <w:tc>
          <w:tcPr>
            <w:tcW w:w="790" w:type="dxa"/>
            <w:vMerge w:val="restart"/>
            <w:textDirection w:val="btLr"/>
          </w:tcPr>
          <w:p w:rsidR="008C28F6" w:rsidRPr="00285B8E" w:rsidRDefault="008C28F6" w:rsidP="001B38DF">
            <w:pPr>
              <w:ind w:right="113"/>
              <w:jc w:val="center"/>
              <w:rPr>
                <w:sz w:val="18"/>
                <w:szCs w:val="18"/>
              </w:rPr>
            </w:pPr>
            <w:r w:rsidRPr="00285B8E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8991" w:type="dxa"/>
          </w:tcPr>
          <w:p w:rsidR="008C28F6" w:rsidRPr="00047EF8" w:rsidRDefault="008C28F6" w:rsidP="00335D7A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5. Обосновывает педагогическую деятельность с позиции нормативно-правовых документов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161"/>
        </w:trPr>
        <w:tc>
          <w:tcPr>
            <w:tcW w:w="790" w:type="dxa"/>
            <w:vMerge/>
          </w:tcPr>
          <w:p w:rsidR="008C28F6" w:rsidRPr="00285B8E" w:rsidRDefault="008C28F6" w:rsidP="00B73B3F">
            <w:pPr>
              <w:rPr>
                <w:sz w:val="18"/>
                <w:szCs w:val="18"/>
              </w:rPr>
            </w:pPr>
          </w:p>
        </w:tc>
        <w:tc>
          <w:tcPr>
            <w:tcW w:w="8991" w:type="dxa"/>
          </w:tcPr>
          <w:p w:rsidR="008C28F6" w:rsidRPr="00047EF8" w:rsidRDefault="008C28F6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6. </w:t>
            </w:r>
            <w:r w:rsidRPr="00D87D10">
              <w:rPr>
                <w:sz w:val="20"/>
                <w:szCs w:val="20"/>
              </w:rPr>
              <w:t>Организует, координирует, контролирует учебно-тренировочный и воспитательный процесс, определяет его содержание,</w:t>
            </w:r>
            <w:r>
              <w:rPr>
                <w:sz w:val="20"/>
                <w:szCs w:val="20"/>
              </w:rPr>
              <w:t xml:space="preserve"> </w:t>
            </w:r>
            <w:r w:rsidRPr="00D87D10">
              <w:rPr>
                <w:sz w:val="20"/>
                <w:szCs w:val="20"/>
              </w:rPr>
              <w:t>обеспечивает работу по проведению учебно-тренировочных занятий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161"/>
        </w:trPr>
        <w:tc>
          <w:tcPr>
            <w:tcW w:w="790" w:type="dxa"/>
            <w:vMerge/>
          </w:tcPr>
          <w:p w:rsidR="008C28F6" w:rsidRPr="00285B8E" w:rsidRDefault="008C28F6" w:rsidP="00B73B3F">
            <w:pPr>
              <w:rPr>
                <w:sz w:val="18"/>
                <w:szCs w:val="18"/>
              </w:rPr>
            </w:pPr>
          </w:p>
        </w:tc>
        <w:tc>
          <w:tcPr>
            <w:tcW w:w="8991" w:type="dxa"/>
          </w:tcPr>
          <w:p w:rsidR="008C28F6" w:rsidRPr="00047EF8" w:rsidRDefault="008C28F6" w:rsidP="008F54B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7. Планирует и организует проведение учебных, факультативных и внеурочных занятий по физическому воспитанию (физической культуре) в ОУ в соответствии с ФГОС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420"/>
        </w:trPr>
        <w:tc>
          <w:tcPr>
            <w:tcW w:w="790" w:type="dxa"/>
            <w:vMerge/>
          </w:tcPr>
          <w:p w:rsidR="008C28F6" w:rsidRPr="00285B8E" w:rsidRDefault="008C28F6" w:rsidP="00B73B3F">
            <w:pPr>
              <w:rPr>
                <w:sz w:val="18"/>
                <w:szCs w:val="18"/>
              </w:rPr>
            </w:pPr>
          </w:p>
        </w:tc>
        <w:tc>
          <w:tcPr>
            <w:tcW w:w="8991" w:type="dxa"/>
          </w:tcPr>
          <w:p w:rsidR="008C28F6" w:rsidRPr="00047EF8" w:rsidRDefault="008C28F6" w:rsidP="00D87D10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8. </w:t>
            </w:r>
            <w:r>
              <w:rPr>
                <w:sz w:val="20"/>
                <w:szCs w:val="20"/>
              </w:rPr>
              <w:t>Применяет в образовательно</w:t>
            </w:r>
            <w:r w:rsidRPr="00047EF8">
              <w:rPr>
                <w:sz w:val="20"/>
                <w:szCs w:val="20"/>
              </w:rPr>
              <w:t xml:space="preserve">й </w:t>
            </w:r>
            <w:r>
              <w:rPr>
                <w:sz w:val="20"/>
                <w:szCs w:val="20"/>
              </w:rPr>
              <w:t>деятельности</w:t>
            </w:r>
            <w:r w:rsidRPr="00047EF8">
              <w:rPr>
                <w:sz w:val="20"/>
                <w:szCs w:val="20"/>
              </w:rPr>
              <w:t xml:space="preserve"> образовательные технологии (здоровьесберегающие,</w:t>
            </w:r>
            <w:r>
              <w:rPr>
                <w:sz w:val="20"/>
                <w:szCs w:val="20"/>
              </w:rPr>
              <w:t xml:space="preserve"> проектные, развивающие и др.)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369"/>
        </w:trPr>
        <w:tc>
          <w:tcPr>
            <w:tcW w:w="790" w:type="dxa"/>
            <w:vMerge w:val="restart"/>
            <w:textDirection w:val="btLr"/>
          </w:tcPr>
          <w:p w:rsidR="008C28F6" w:rsidRPr="00285B8E" w:rsidRDefault="008C28F6" w:rsidP="00285B8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85B8E">
              <w:rPr>
                <w:sz w:val="18"/>
                <w:szCs w:val="18"/>
              </w:rPr>
              <w:t>Социальный</w:t>
            </w:r>
          </w:p>
        </w:tc>
        <w:tc>
          <w:tcPr>
            <w:tcW w:w="8991" w:type="dxa"/>
          </w:tcPr>
          <w:p w:rsidR="008C28F6" w:rsidRPr="00047EF8" w:rsidRDefault="008C28F6" w:rsidP="00C75B1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9. Развивает коммуникативные способности у обучающихся, формирует коллектив обучающихся</w:t>
            </w:r>
            <w:r>
              <w:rPr>
                <w:sz w:val="20"/>
                <w:szCs w:val="20"/>
              </w:rPr>
              <w:t>.</w:t>
            </w:r>
            <w:r w:rsidRPr="00047EF8">
              <w:rPr>
                <w:sz w:val="20"/>
                <w:szCs w:val="20"/>
              </w:rPr>
              <w:t xml:space="preserve"> Осуществляет связи с учреждениями дополнительного образования спортивной напра</w:t>
            </w:r>
            <w:r>
              <w:rPr>
                <w:sz w:val="20"/>
                <w:szCs w:val="20"/>
              </w:rPr>
              <w:t>вленности и учреждениями спорта</w:t>
            </w:r>
            <w:bookmarkStart w:id="0" w:name="_GoBack"/>
            <w:bookmarkEnd w:id="0"/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300"/>
        </w:trPr>
        <w:tc>
          <w:tcPr>
            <w:tcW w:w="790" w:type="dxa"/>
            <w:vMerge/>
          </w:tcPr>
          <w:p w:rsidR="008C28F6" w:rsidRPr="00285B8E" w:rsidRDefault="008C28F6" w:rsidP="001B38DF">
            <w:pPr>
              <w:rPr>
                <w:sz w:val="18"/>
                <w:szCs w:val="18"/>
              </w:rPr>
            </w:pPr>
          </w:p>
        </w:tc>
        <w:tc>
          <w:tcPr>
            <w:tcW w:w="8991" w:type="dxa"/>
          </w:tcPr>
          <w:p w:rsidR="008C28F6" w:rsidRPr="00047EF8" w:rsidRDefault="008C28F6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10. Применяет дифференцированный и индивидуальный подходы к обучению и воспитанию, сопровождение обучающихся с особыми образовательными потребностями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210"/>
        </w:trPr>
        <w:tc>
          <w:tcPr>
            <w:tcW w:w="790" w:type="dxa"/>
            <w:vMerge/>
          </w:tcPr>
          <w:p w:rsidR="008C28F6" w:rsidRPr="00285B8E" w:rsidRDefault="008C28F6" w:rsidP="001B38DF">
            <w:pPr>
              <w:rPr>
                <w:sz w:val="18"/>
                <w:szCs w:val="18"/>
              </w:rPr>
            </w:pPr>
          </w:p>
        </w:tc>
        <w:tc>
          <w:tcPr>
            <w:tcW w:w="8991" w:type="dxa"/>
          </w:tcPr>
          <w:p w:rsidR="008C28F6" w:rsidRPr="00047EF8" w:rsidRDefault="008C28F6" w:rsidP="00B73B3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 w:rsidRPr="00047EF8">
              <w:rPr>
                <w:sz w:val="20"/>
                <w:szCs w:val="20"/>
              </w:rPr>
              <w:t>Использует в профессиональной деятельности информационно-коммуникационные технологии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195"/>
        </w:trPr>
        <w:tc>
          <w:tcPr>
            <w:tcW w:w="790" w:type="dxa"/>
            <w:vMerge/>
          </w:tcPr>
          <w:p w:rsidR="008C28F6" w:rsidRPr="00285B8E" w:rsidRDefault="008C28F6" w:rsidP="001B38DF">
            <w:pPr>
              <w:rPr>
                <w:sz w:val="18"/>
                <w:szCs w:val="18"/>
              </w:rPr>
            </w:pPr>
          </w:p>
        </w:tc>
        <w:tc>
          <w:tcPr>
            <w:tcW w:w="8991" w:type="dxa"/>
          </w:tcPr>
          <w:p w:rsidR="008C28F6" w:rsidRPr="00047EF8" w:rsidRDefault="008C28F6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12. Имеет свидетельства общественного признания профессиональных успехов (грамоты, благодарности, публикации в СМИ и др.)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161"/>
        </w:trPr>
        <w:tc>
          <w:tcPr>
            <w:tcW w:w="790" w:type="dxa"/>
            <w:vMerge w:val="restart"/>
            <w:textDirection w:val="btLr"/>
          </w:tcPr>
          <w:p w:rsidR="008C28F6" w:rsidRPr="00285B8E" w:rsidRDefault="008C28F6" w:rsidP="00B73B3F">
            <w:pPr>
              <w:ind w:left="113" w:right="113"/>
              <w:jc w:val="center"/>
              <w:rPr>
                <w:sz w:val="18"/>
                <w:szCs w:val="18"/>
              </w:rPr>
            </w:pPr>
            <w:r w:rsidRPr="00285B8E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8991" w:type="dxa"/>
          </w:tcPr>
          <w:p w:rsidR="008C28F6" w:rsidRPr="00047EF8" w:rsidRDefault="008C28F6" w:rsidP="00C51817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13. По итогам мониторингов</w:t>
            </w:r>
            <w:r>
              <w:rPr>
                <w:sz w:val="20"/>
                <w:szCs w:val="20"/>
              </w:rPr>
              <w:t>,</w:t>
            </w:r>
            <w:r w:rsidRPr="00047EF8">
              <w:rPr>
                <w:sz w:val="20"/>
                <w:szCs w:val="20"/>
              </w:rPr>
              <w:t xml:space="preserve"> проводимых организацией</w:t>
            </w:r>
            <w:r>
              <w:rPr>
                <w:sz w:val="20"/>
                <w:szCs w:val="20"/>
              </w:rPr>
              <w:t>,</w:t>
            </w:r>
            <w:r w:rsidRPr="00047EF8">
              <w:rPr>
                <w:sz w:val="20"/>
                <w:szCs w:val="20"/>
              </w:rPr>
              <w:t xml:space="preserve"> имеет стабильные</w:t>
            </w:r>
            <w:r w:rsidRPr="00047EF8">
              <w:rPr>
                <w:color w:val="000000"/>
                <w:sz w:val="20"/>
                <w:szCs w:val="20"/>
              </w:rPr>
              <w:t xml:space="preserve"> результаты освоения всеми обучающимися образовательных программ </w:t>
            </w:r>
            <w:r w:rsidRPr="00047EF8">
              <w:rPr>
                <w:sz w:val="20"/>
                <w:szCs w:val="20"/>
              </w:rPr>
              <w:t xml:space="preserve">(1 б.), </w:t>
            </w:r>
            <w:r w:rsidRPr="00047EF8">
              <w:rPr>
                <w:color w:val="000000"/>
                <w:sz w:val="20"/>
                <w:szCs w:val="20"/>
              </w:rPr>
              <w:t xml:space="preserve">стабильные результаты положительной динамики достижений </w:t>
            </w:r>
            <w:r w:rsidRPr="00047EF8">
              <w:rPr>
                <w:sz w:val="20"/>
                <w:szCs w:val="20"/>
              </w:rPr>
              <w:t>обучающихся (2 б.)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330"/>
        </w:trPr>
        <w:tc>
          <w:tcPr>
            <w:tcW w:w="790" w:type="dxa"/>
            <w:vMerge/>
          </w:tcPr>
          <w:p w:rsidR="008C28F6" w:rsidRPr="00285B8E" w:rsidRDefault="008C28F6" w:rsidP="00B73B3F">
            <w:pPr>
              <w:rPr>
                <w:sz w:val="18"/>
                <w:szCs w:val="18"/>
              </w:rPr>
            </w:pPr>
          </w:p>
        </w:tc>
        <w:tc>
          <w:tcPr>
            <w:tcW w:w="8991" w:type="dxa"/>
          </w:tcPr>
          <w:p w:rsidR="008C28F6" w:rsidRPr="00047EF8" w:rsidRDefault="008C28F6" w:rsidP="00C51817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14. По итогам мониторинга системы образования, проводимого в порядке, установленном постановлен</w:t>
            </w:r>
            <w:r>
              <w:rPr>
                <w:sz w:val="20"/>
                <w:szCs w:val="20"/>
              </w:rPr>
              <w:t>ием правительства РФ (от 05.08.2013г., № 662)</w:t>
            </w:r>
            <w:r w:rsidRPr="00047EF8">
              <w:rPr>
                <w:sz w:val="20"/>
                <w:szCs w:val="20"/>
              </w:rPr>
              <w:t xml:space="preserve"> имеет стабильные</w:t>
            </w:r>
            <w:r w:rsidRPr="00047EF8">
              <w:rPr>
                <w:color w:val="000000"/>
                <w:sz w:val="20"/>
                <w:szCs w:val="20"/>
              </w:rPr>
              <w:t xml:space="preserve"> результ</w:t>
            </w:r>
            <w:r>
              <w:rPr>
                <w:color w:val="000000"/>
                <w:sz w:val="20"/>
                <w:szCs w:val="20"/>
              </w:rPr>
              <w:t xml:space="preserve">аты освоения всеми обучающимися </w:t>
            </w:r>
            <w:r w:rsidRPr="00047EF8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047EF8">
              <w:rPr>
                <w:sz w:val="20"/>
                <w:szCs w:val="20"/>
              </w:rPr>
              <w:t xml:space="preserve">(1 б.), </w:t>
            </w:r>
            <w:r w:rsidRPr="00047EF8">
              <w:rPr>
                <w:color w:val="000000"/>
                <w:sz w:val="20"/>
                <w:szCs w:val="20"/>
              </w:rPr>
              <w:t xml:space="preserve">стабильные результаты положительной динамики достижений </w:t>
            </w:r>
            <w:r w:rsidRPr="00047EF8">
              <w:rPr>
                <w:sz w:val="20"/>
                <w:szCs w:val="20"/>
              </w:rPr>
              <w:t>обучающихся (2 б.)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330"/>
        </w:trPr>
        <w:tc>
          <w:tcPr>
            <w:tcW w:w="790" w:type="dxa"/>
            <w:vMerge/>
          </w:tcPr>
          <w:p w:rsidR="008C28F6" w:rsidRPr="00285B8E" w:rsidRDefault="008C28F6" w:rsidP="00B73B3F">
            <w:pPr>
              <w:rPr>
                <w:sz w:val="18"/>
                <w:szCs w:val="18"/>
              </w:rPr>
            </w:pPr>
          </w:p>
        </w:tc>
        <w:tc>
          <w:tcPr>
            <w:tcW w:w="8991" w:type="dxa"/>
          </w:tcPr>
          <w:p w:rsidR="008C28F6" w:rsidRPr="00047EF8" w:rsidRDefault="008C28F6" w:rsidP="00FB2E1C">
            <w:pPr>
              <w:jc w:val="both"/>
              <w:rPr>
                <w:sz w:val="20"/>
                <w:szCs w:val="20"/>
              </w:rPr>
            </w:pPr>
            <w:r w:rsidRPr="00047EF8">
              <w:rPr>
                <w:color w:val="000000"/>
                <w:sz w:val="20"/>
                <w:szCs w:val="20"/>
              </w:rPr>
              <w:t>15</w:t>
            </w:r>
            <w:r w:rsidRPr="00047EF8">
              <w:rPr>
                <w:sz w:val="20"/>
                <w:szCs w:val="20"/>
              </w:rPr>
              <w:t xml:space="preserve">. Ведет мониторинг за состоянием здоровья и физическим развитием обучающихся в течение всего периода обучения, за проведением профессионально-прикладной физической подготовки 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330"/>
        </w:trPr>
        <w:tc>
          <w:tcPr>
            <w:tcW w:w="790" w:type="dxa"/>
            <w:vMerge/>
          </w:tcPr>
          <w:p w:rsidR="008C28F6" w:rsidRPr="00285B8E" w:rsidRDefault="008C28F6" w:rsidP="00B73B3F">
            <w:pPr>
              <w:rPr>
                <w:sz w:val="18"/>
                <w:szCs w:val="18"/>
              </w:rPr>
            </w:pPr>
          </w:p>
        </w:tc>
        <w:tc>
          <w:tcPr>
            <w:tcW w:w="8991" w:type="dxa"/>
          </w:tcPr>
          <w:p w:rsidR="008C28F6" w:rsidRPr="00047EF8" w:rsidRDefault="008C28F6" w:rsidP="00D87D10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16. Разрабатывает программно-методические и контрольно-измерительные материалы в соответствии с требованиями Основной образовательной программы образовательно</w:t>
            </w:r>
            <w:r>
              <w:rPr>
                <w:sz w:val="20"/>
                <w:szCs w:val="20"/>
              </w:rPr>
              <w:t>й организации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332"/>
        </w:trPr>
        <w:tc>
          <w:tcPr>
            <w:tcW w:w="790" w:type="dxa"/>
            <w:vMerge w:val="restart"/>
            <w:textDirection w:val="btLr"/>
          </w:tcPr>
          <w:p w:rsidR="008C28F6" w:rsidRPr="00285B8E" w:rsidRDefault="008C28F6" w:rsidP="00B73B3F">
            <w:pPr>
              <w:ind w:left="113" w:right="113"/>
              <w:jc w:val="center"/>
              <w:rPr>
                <w:sz w:val="18"/>
                <w:szCs w:val="18"/>
              </w:rPr>
            </w:pPr>
            <w:r w:rsidRPr="00285B8E">
              <w:rPr>
                <w:sz w:val="18"/>
                <w:szCs w:val="18"/>
              </w:rPr>
              <w:t>Творческий</w:t>
            </w:r>
          </w:p>
        </w:tc>
        <w:tc>
          <w:tcPr>
            <w:tcW w:w="8991" w:type="dxa"/>
          </w:tcPr>
          <w:p w:rsidR="008C28F6" w:rsidRPr="00047EF8" w:rsidRDefault="008C28F6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</w:t>
            </w:r>
            <w:r>
              <w:rPr>
                <w:sz w:val="20"/>
                <w:szCs w:val="20"/>
              </w:rPr>
              <w:t xml:space="preserve"> обучения и воспитания (1 б.), </w:t>
            </w:r>
            <w:r w:rsidRPr="00047EF8">
              <w:rPr>
                <w:sz w:val="20"/>
                <w:szCs w:val="20"/>
              </w:rPr>
              <w:t>продуктивно использует новые образовательные технологии (2 б.)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161"/>
        </w:trPr>
        <w:tc>
          <w:tcPr>
            <w:tcW w:w="790" w:type="dxa"/>
            <w:vMerge/>
          </w:tcPr>
          <w:p w:rsidR="008C28F6" w:rsidRPr="00285B8E" w:rsidRDefault="008C28F6" w:rsidP="00B73B3F">
            <w:pPr>
              <w:rPr>
                <w:sz w:val="18"/>
                <w:szCs w:val="18"/>
              </w:rPr>
            </w:pPr>
          </w:p>
        </w:tc>
        <w:tc>
          <w:tcPr>
            <w:tcW w:w="8991" w:type="dxa"/>
          </w:tcPr>
          <w:p w:rsidR="008C28F6" w:rsidRPr="00047EF8" w:rsidRDefault="008C28F6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18. </w:t>
            </w:r>
            <w:r>
              <w:rPr>
                <w:sz w:val="20"/>
                <w:szCs w:val="20"/>
              </w:rPr>
              <w:t xml:space="preserve">Вовлекает </w:t>
            </w:r>
            <w:r w:rsidRPr="00BD3256">
              <w:rPr>
                <w:sz w:val="20"/>
                <w:szCs w:val="20"/>
              </w:rPr>
              <w:t>обучающихся во внеурочную, внеклассную деятельность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319"/>
        </w:trPr>
        <w:tc>
          <w:tcPr>
            <w:tcW w:w="790" w:type="dxa"/>
            <w:vMerge/>
          </w:tcPr>
          <w:p w:rsidR="008C28F6" w:rsidRPr="00285B8E" w:rsidRDefault="008C28F6" w:rsidP="00B73B3F">
            <w:pPr>
              <w:rPr>
                <w:sz w:val="18"/>
                <w:szCs w:val="18"/>
              </w:rPr>
            </w:pPr>
          </w:p>
        </w:tc>
        <w:tc>
          <w:tcPr>
            <w:tcW w:w="8991" w:type="dxa"/>
          </w:tcPr>
          <w:p w:rsidR="008C28F6" w:rsidRPr="00047EF8" w:rsidRDefault="008C28F6" w:rsidP="00C51817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19. Привлекает обучающихся </w:t>
            </w:r>
            <w:r w:rsidRPr="00047EF8">
              <w:rPr>
                <w:color w:val="000000"/>
                <w:sz w:val="20"/>
                <w:szCs w:val="20"/>
              </w:rPr>
              <w:t xml:space="preserve">к участию </w:t>
            </w:r>
            <w:r w:rsidRPr="00047EF8">
              <w:rPr>
                <w:sz w:val="20"/>
                <w:szCs w:val="20"/>
              </w:rPr>
              <w:t xml:space="preserve">в спортивно-массовых мероприятиях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161"/>
        </w:trPr>
        <w:tc>
          <w:tcPr>
            <w:tcW w:w="790" w:type="dxa"/>
            <w:vMerge/>
          </w:tcPr>
          <w:p w:rsidR="008C28F6" w:rsidRPr="00285B8E" w:rsidRDefault="008C28F6" w:rsidP="00B73B3F">
            <w:pPr>
              <w:rPr>
                <w:sz w:val="18"/>
                <w:szCs w:val="18"/>
              </w:rPr>
            </w:pPr>
          </w:p>
        </w:tc>
        <w:tc>
          <w:tcPr>
            <w:tcW w:w="8991" w:type="dxa"/>
          </w:tcPr>
          <w:p w:rsidR="008C28F6" w:rsidRPr="00047EF8" w:rsidRDefault="008C28F6" w:rsidP="00C51817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20.Участвует в профессиональных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265"/>
        </w:trPr>
        <w:tc>
          <w:tcPr>
            <w:tcW w:w="790" w:type="dxa"/>
            <w:vMerge w:val="restart"/>
            <w:textDirection w:val="btLr"/>
          </w:tcPr>
          <w:p w:rsidR="008C28F6" w:rsidRPr="00285B8E" w:rsidRDefault="008C28F6" w:rsidP="00B73B3F">
            <w:pPr>
              <w:ind w:left="113" w:right="113"/>
              <w:jc w:val="center"/>
              <w:rPr>
                <w:sz w:val="18"/>
                <w:szCs w:val="18"/>
              </w:rPr>
            </w:pPr>
            <w:r w:rsidRPr="00285B8E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8991" w:type="dxa"/>
          </w:tcPr>
          <w:p w:rsidR="008C28F6" w:rsidRPr="00047EF8" w:rsidRDefault="008C28F6" w:rsidP="00D87D10">
            <w:pPr>
              <w:jc w:val="both"/>
              <w:rPr>
                <w:sz w:val="20"/>
                <w:szCs w:val="20"/>
              </w:rPr>
            </w:pPr>
            <w:r w:rsidRPr="00047EF8">
              <w:rPr>
                <w:color w:val="000000"/>
                <w:sz w:val="20"/>
                <w:szCs w:val="20"/>
              </w:rPr>
              <w:t xml:space="preserve">21.Активно участвует в работе методобъединений педагогических работников </w:t>
            </w:r>
            <w:r w:rsidRPr="00047EF8">
              <w:rPr>
                <w:sz w:val="20"/>
                <w:szCs w:val="20"/>
              </w:rPr>
              <w:t>(1 б.), в разработке программно-методического сопровождения образовательно</w:t>
            </w:r>
            <w:r>
              <w:rPr>
                <w:sz w:val="20"/>
                <w:szCs w:val="20"/>
              </w:rPr>
              <w:t>й деятельности</w:t>
            </w:r>
            <w:r w:rsidRPr="00047EF8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265"/>
        </w:trPr>
        <w:tc>
          <w:tcPr>
            <w:tcW w:w="790" w:type="dxa"/>
            <w:vMerge/>
            <w:textDirection w:val="btLr"/>
          </w:tcPr>
          <w:p w:rsidR="008C28F6" w:rsidRPr="00047EF8" w:rsidRDefault="008C28F6" w:rsidP="00B73B3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991" w:type="dxa"/>
          </w:tcPr>
          <w:p w:rsidR="008C28F6" w:rsidRPr="00047EF8" w:rsidRDefault="008C28F6" w:rsidP="00B73B3F">
            <w:pPr>
              <w:jc w:val="both"/>
              <w:rPr>
                <w:color w:val="000000"/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22.Транслирует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 (2 б.) 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161"/>
        </w:trPr>
        <w:tc>
          <w:tcPr>
            <w:tcW w:w="790" w:type="dxa"/>
            <w:vMerge/>
            <w:vAlign w:val="center"/>
          </w:tcPr>
          <w:p w:rsidR="008C28F6" w:rsidRPr="00047EF8" w:rsidRDefault="008C28F6" w:rsidP="00B73B3F">
            <w:pPr>
              <w:rPr>
                <w:sz w:val="20"/>
                <w:szCs w:val="20"/>
              </w:rPr>
            </w:pPr>
          </w:p>
        </w:tc>
        <w:tc>
          <w:tcPr>
            <w:tcW w:w="8991" w:type="dxa"/>
          </w:tcPr>
          <w:p w:rsidR="008C28F6" w:rsidRPr="00047EF8" w:rsidRDefault="008C28F6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047EF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C28F6" w:rsidRPr="00047EF8" w:rsidRDefault="008C28F6" w:rsidP="00B73B3F">
            <w:pPr>
              <w:jc w:val="center"/>
            </w:pPr>
          </w:p>
        </w:tc>
      </w:tr>
      <w:tr w:rsidR="008C28F6" w:rsidRPr="00047EF8" w:rsidTr="00103C6B">
        <w:trPr>
          <w:trHeight w:val="161"/>
        </w:trPr>
        <w:tc>
          <w:tcPr>
            <w:tcW w:w="790" w:type="dxa"/>
            <w:vMerge/>
            <w:vAlign w:val="center"/>
          </w:tcPr>
          <w:p w:rsidR="008C28F6" w:rsidRPr="00047EF8" w:rsidRDefault="008C28F6" w:rsidP="005F5FFA">
            <w:pPr>
              <w:rPr>
                <w:sz w:val="20"/>
                <w:szCs w:val="20"/>
              </w:rPr>
            </w:pPr>
          </w:p>
        </w:tc>
        <w:tc>
          <w:tcPr>
            <w:tcW w:w="8991" w:type="dxa"/>
          </w:tcPr>
          <w:p w:rsidR="008C28F6" w:rsidRPr="00047EF8" w:rsidRDefault="008C28F6" w:rsidP="005F5FFA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09" w:type="dxa"/>
          </w:tcPr>
          <w:p w:rsidR="008C28F6" w:rsidRPr="00047EF8" w:rsidRDefault="008C28F6" w:rsidP="005F5FFA">
            <w:pPr>
              <w:jc w:val="center"/>
            </w:pPr>
          </w:p>
        </w:tc>
      </w:tr>
      <w:tr w:rsidR="008C28F6" w:rsidRPr="00047EF8" w:rsidTr="00103C6B">
        <w:trPr>
          <w:trHeight w:val="161"/>
        </w:trPr>
        <w:tc>
          <w:tcPr>
            <w:tcW w:w="9781" w:type="dxa"/>
            <w:gridSpan w:val="2"/>
          </w:tcPr>
          <w:p w:rsidR="008C28F6" w:rsidRDefault="008C28F6" w:rsidP="005F5FFA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8C28F6" w:rsidRPr="004B060C" w:rsidRDefault="008C28F6" w:rsidP="005F5FFA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8C28F6" w:rsidRDefault="008C28F6" w:rsidP="005F5F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8C28F6" w:rsidRDefault="008C28F6" w:rsidP="005F5F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8C28F6" w:rsidRPr="00AC455E" w:rsidRDefault="008C28F6" w:rsidP="00FE6B1A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8C28F6" w:rsidRPr="00047EF8" w:rsidRDefault="008C28F6" w:rsidP="005F5FFA">
            <w:pPr>
              <w:jc w:val="center"/>
            </w:pPr>
          </w:p>
        </w:tc>
      </w:tr>
    </w:tbl>
    <w:p w:rsidR="008C28F6" w:rsidRDefault="008C28F6" w:rsidP="00103C6B">
      <w:pPr>
        <w:ind w:left="-360"/>
      </w:pPr>
      <w:r>
        <w:t>С нормативно-правовыми документами по аттестации педагогических работников ознакомлен (а)</w:t>
      </w:r>
    </w:p>
    <w:p w:rsidR="008C28F6" w:rsidRDefault="008C28F6" w:rsidP="005D12E5">
      <w:pPr>
        <w:ind w:left="-360"/>
        <w:jc w:val="both"/>
      </w:pPr>
      <w:r>
        <w:t>«_____» __________________ 20____г.</w:t>
      </w:r>
    </w:p>
    <w:p w:rsidR="008C28F6" w:rsidRDefault="008C28F6" w:rsidP="00103C6B">
      <w:pPr>
        <w:ind w:left="57"/>
        <w:jc w:val="both"/>
      </w:pPr>
    </w:p>
    <w:p w:rsidR="008C28F6" w:rsidRPr="00CE71B7" w:rsidRDefault="008C28F6" w:rsidP="00103C6B">
      <w:pPr>
        <w:ind w:left="-360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8C28F6" w:rsidRDefault="008C28F6" w:rsidP="00103C6B">
      <w:pPr>
        <w:ind w:left="57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8C28F6" w:rsidRDefault="008C28F6" w:rsidP="00103C6B">
      <w:pPr>
        <w:jc w:val="center"/>
        <w:rPr>
          <w:b/>
          <w:sz w:val="28"/>
          <w:szCs w:val="28"/>
        </w:rPr>
      </w:pPr>
    </w:p>
    <w:p w:rsidR="008C28F6" w:rsidRDefault="008C28F6" w:rsidP="00103C6B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8C28F6" w:rsidRDefault="008C28F6" w:rsidP="00103C6B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8C28F6" w:rsidRDefault="008C28F6" w:rsidP="00103C6B">
      <w:pPr>
        <w:ind w:left="-993"/>
        <w:jc w:val="center"/>
        <w:rPr>
          <w:b/>
          <w:sz w:val="28"/>
          <w:szCs w:val="28"/>
        </w:rPr>
      </w:pPr>
    </w:p>
    <w:p w:rsidR="008C28F6" w:rsidRDefault="008C28F6" w:rsidP="00103C6B">
      <w:pPr>
        <w:ind w:left="-993"/>
        <w:jc w:val="center"/>
        <w:rPr>
          <w:b/>
          <w:sz w:val="28"/>
          <w:szCs w:val="28"/>
        </w:rPr>
      </w:pPr>
    </w:p>
    <w:p w:rsidR="008C28F6" w:rsidRDefault="008C28F6" w:rsidP="00103C6B">
      <w:pPr>
        <w:ind w:left="-993"/>
        <w:jc w:val="center"/>
        <w:rPr>
          <w:b/>
          <w:sz w:val="28"/>
          <w:szCs w:val="28"/>
        </w:rPr>
      </w:pPr>
    </w:p>
    <w:p w:rsidR="008C28F6" w:rsidRDefault="008C28F6" w:rsidP="00103C6B">
      <w:pPr>
        <w:ind w:left="-993"/>
        <w:jc w:val="center"/>
        <w:rPr>
          <w:b/>
          <w:sz w:val="28"/>
          <w:szCs w:val="28"/>
        </w:rPr>
      </w:pPr>
    </w:p>
    <w:p w:rsidR="008C28F6" w:rsidRDefault="008C28F6" w:rsidP="00103C6B">
      <w:pPr>
        <w:ind w:left="-993"/>
        <w:jc w:val="center"/>
        <w:rPr>
          <w:b/>
          <w:sz w:val="28"/>
          <w:szCs w:val="28"/>
        </w:rPr>
      </w:pPr>
    </w:p>
    <w:p w:rsidR="008C28F6" w:rsidRDefault="008C28F6" w:rsidP="00103C6B">
      <w:pPr>
        <w:ind w:left="-993"/>
        <w:jc w:val="center"/>
        <w:rPr>
          <w:b/>
          <w:sz w:val="28"/>
          <w:szCs w:val="28"/>
        </w:rPr>
      </w:pPr>
    </w:p>
    <w:p w:rsidR="008C28F6" w:rsidRDefault="008C28F6" w:rsidP="00103C6B">
      <w:pPr>
        <w:ind w:left="-993"/>
        <w:jc w:val="center"/>
        <w:rPr>
          <w:b/>
          <w:sz w:val="28"/>
          <w:szCs w:val="28"/>
        </w:rPr>
      </w:pPr>
    </w:p>
    <w:p w:rsidR="008C28F6" w:rsidRDefault="008C28F6" w:rsidP="00103C6B">
      <w:pPr>
        <w:ind w:left="-993"/>
        <w:jc w:val="center"/>
        <w:rPr>
          <w:b/>
          <w:sz w:val="28"/>
          <w:szCs w:val="28"/>
        </w:rPr>
      </w:pPr>
    </w:p>
    <w:p w:rsidR="008C28F6" w:rsidRDefault="008C28F6" w:rsidP="00103C6B">
      <w:pPr>
        <w:ind w:left="-993"/>
        <w:jc w:val="center"/>
        <w:rPr>
          <w:b/>
          <w:sz w:val="28"/>
          <w:szCs w:val="28"/>
        </w:rPr>
      </w:pPr>
    </w:p>
    <w:p w:rsidR="008C28F6" w:rsidRDefault="008C28F6" w:rsidP="00103C6B">
      <w:pPr>
        <w:ind w:left="-993"/>
        <w:jc w:val="center"/>
        <w:rPr>
          <w:b/>
          <w:sz w:val="28"/>
          <w:szCs w:val="28"/>
        </w:rPr>
      </w:pPr>
    </w:p>
    <w:p w:rsidR="008C28F6" w:rsidRDefault="008C28F6" w:rsidP="00103C6B">
      <w:pPr>
        <w:ind w:left="-993"/>
        <w:jc w:val="center"/>
        <w:rPr>
          <w:b/>
          <w:sz w:val="28"/>
          <w:szCs w:val="28"/>
        </w:rPr>
      </w:pPr>
    </w:p>
    <w:p w:rsidR="008C28F6" w:rsidRDefault="008C28F6" w:rsidP="00103C6B">
      <w:pPr>
        <w:ind w:left="-993"/>
        <w:jc w:val="center"/>
        <w:rPr>
          <w:b/>
          <w:sz w:val="28"/>
          <w:szCs w:val="28"/>
        </w:rPr>
      </w:pPr>
    </w:p>
    <w:p w:rsidR="008C28F6" w:rsidRDefault="008C28F6" w:rsidP="00103C6B">
      <w:pPr>
        <w:ind w:left="-993"/>
        <w:jc w:val="center"/>
        <w:rPr>
          <w:b/>
          <w:sz w:val="28"/>
          <w:szCs w:val="28"/>
        </w:rPr>
      </w:pPr>
    </w:p>
    <w:p w:rsidR="008C28F6" w:rsidRDefault="008C28F6" w:rsidP="00103C6B">
      <w:pPr>
        <w:ind w:left="-1134" w:firstLine="1134"/>
        <w:rPr>
          <w:b/>
          <w:sz w:val="28"/>
          <w:szCs w:val="28"/>
        </w:rPr>
      </w:pPr>
    </w:p>
    <w:p w:rsidR="008C28F6" w:rsidRDefault="008C28F6" w:rsidP="00103C6B">
      <w:pPr>
        <w:ind w:left="-1134" w:firstLine="1134"/>
        <w:rPr>
          <w:b/>
          <w:sz w:val="28"/>
          <w:szCs w:val="28"/>
        </w:rPr>
      </w:pPr>
    </w:p>
    <w:p w:rsidR="008C28F6" w:rsidRDefault="008C28F6" w:rsidP="00103C6B">
      <w:pPr>
        <w:ind w:left="-1134" w:firstLine="1134"/>
        <w:rPr>
          <w:b/>
          <w:sz w:val="28"/>
          <w:szCs w:val="28"/>
        </w:rPr>
      </w:pPr>
    </w:p>
    <w:p w:rsidR="008C28F6" w:rsidRDefault="008C28F6" w:rsidP="00103C6B">
      <w:pPr>
        <w:ind w:left="-993"/>
        <w:jc w:val="center"/>
        <w:rPr>
          <w:b/>
          <w:sz w:val="28"/>
          <w:szCs w:val="28"/>
        </w:rPr>
      </w:pPr>
    </w:p>
    <w:p w:rsidR="008C28F6" w:rsidRDefault="008C28F6" w:rsidP="00103C6B">
      <w:pPr>
        <w:ind w:left="-993"/>
        <w:jc w:val="center"/>
        <w:rPr>
          <w:b/>
          <w:sz w:val="28"/>
          <w:szCs w:val="28"/>
        </w:rPr>
      </w:pPr>
    </w:p>
    <w:p w:rsidR="008C28F6" w:rsidRDefault="008C28F6" w:rsidP="00103C6B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8C28F6" w:rsidRPr="009A0D2E" w:rsidRDefault="008C28F6" w:rsidP="00103C6B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8C28F6" w:rsidRDefault="008C28F6" w:rsidP="00103C6B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28F6" w:rsidRPr="006E5B9F" w:rsidRDefault="008C28F6" w:rsidP="00103C6B">
      <w:pPr>
        <w:jc w:val="both"/>
      </w:pPr>
      <w:r w:rsidRPr="006E5B9F">
        <w:t xml:space="preserve"> </w:t>
      </w:r>
    </w:p>
    <w:p w:rsidR="008C28F6" w:rsidRPr="006E5B9F" w:rsidRDefault="008C28F6" w:rsidP="00103C6B">
      <w:pPr>
        <w:jc w:val="both"/>
      </w:pPr>
      <w:r w:rsidRPr="006E5B9F">
        <w:t>Подпись аттестующегося___________________________</w:t>
      </w:r>
    </w:p>
    <w:p w:rsidR="008C28F6" w:rsidRDefault="008C28F6" w:rsidP="00103C6B">
      <w:pPr>
        <w:jc w:val="both"/>
      </w:pPr>
    </w:p>
    <w:p w:rsidR="008C28F6" w:rsidRPr="006E5B9F" w:rsidRDefault="008C28F6" w:rsidP="00103C6B">
      <w:pPr>
        <w:jc w:val="both"/>
      </w:pPr>
      <w:r w:rsidRPr="006E5B9F">
        <w:t>Дата «_____» ____________________20 ___г.</w:t>
      </w:r>
    </w:p>
    <w:p w:rsidR="008C28F6" w:rsidRPr="006E5B9F" w:rsidRDefault="008C28F6" w:rsidP="00103C6B">
      <w:pPr>
        <w:jc w:val="both"/>
      </w:pPr>
    </w:p>
    <w:p w:rsidR="008C28F6" w:rsidRPr="006E5B9F" w:rsidRDefault="008C28F6" w:rsidP="00103C6B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8C28F6" w:rsidRPr="006E5B9F" w:rsidRDefault="008C28F6" w:rsidP="00103C6B">
      <w:pPr>
        <w:jc w:val="both"/>
      </w:pPr>
      <w:r w:rsidRPr="006E5B9F">
        <w:t>_________________________________________________________________________________</w:t>
      </w:r>
    </w:p>
    <w:p w:rsidR="008C28F6" w:rsidRPr="006E5B9F" w:rsidRDefault="008C28F6" w:rsidP="00103C6B">
      <w:pPr>
        <w:jc w:val="both"/>
      </w:pPr>
      <w:r w:rsidRPr="006E5B9F">
        <w:t>_________________________________________________________________________________</w:t>
      </w:r>
    </w:p>
    <w:p w:rsidR="008C28F6" w:rsidRPr="006E5B9F" w:rsidRDefault="008C28F6" w:rsidP="00103C6B">
      <w:pPr>
        <w:jc w:val="both"/>
      </w:pPr>
      <w:r w:rsidRPr="006E5B9F">
        <w:t>_________________________________________________________________________________</w:t>
      </w:r>
    </w:p>
    <w:p w:rsidR="008C28F6" w:rsidRPr="006E5B9F" w:rsidRDefault="008C28F6" w:rsidP="00103C6B">
      <w:pPr>
        <w:jc w:val="both"/>
      </w:pPr>
      <w:r w:rsidRPr="006E5B9F">
        <w:t>_________________________________________________________________________________</w:t>
      </w:r>
    </w:p>
    <w:p w:rsidR="008C28F6" w:rsidRPr="006E5B9F" w:rsidRDefault="008C28F6" w:rsidP="00103C6B">
      <w:pPr>
        <w:jc w:val="both"/>
      </w:pPr>
      <w:r w:rsidRPr="006E5B9F">
        <w:t>_________________________________________________________________________________</w:t>
      </w:r>
    </w:p>
    <w:p w:rsidR="008C28F6" w:rsidRDefault="008C28F6" w:rsidP="00103C6B"/>
    <w:p w:rsidR="008C28F6" w:rsidRPr="006E5B9F" w:rsidRDefault="008C28F6" w:rsidP="00103C6B">
      <w:r w:rsidRPr="006E5B9F">
        <w:t>Руководитель ОО: ___________________________________________</w:t>
      </w:r>
    </w:p>
    <w:p w:rsidR="008C28F6" w:rsidRPr="006E5B9F" w:rsidRDefault="008C28F6" w:rsidP="00103C6B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8C28F6" w:rsidRPr="006E5B9F" w:rsidRDefault="008C28F6" w:rsidP="00103C6B">
      <w:pPr>
        <w:jc w:val="both"/>
      </w:pPr>
      <w:r w:rsidRPr="006E5B9F">
        <w:t>Дата «_____» ____________________20 ___г.</w:t>
      </w:r>
    </w:p>
    <w:p w:rsidR="008C28F6" w:rsidRDefault="008C28F6" w:rsidP="00103C6B"/>
    <w:p w:rsidR="008C28F6" w:rsidRDefault="008C28F6" w:rsidP="00103C6B">
      <w:r>
        <w:t xml:space="preserve">С рекомендациями ознакомлен (а): __________________________________________________ </w:t>
      </w:r>
    </w:p>
    <w:p w:rsidR="008C28F6" w:rsidRPr="00CC3921" w:rsidRDefault="008C28F6" w:rsidP="00103C6B">
      <w:pPr>
        <w:jc w:val="both"/>
        <w:rPr>
          <w:sz w:val="18"/>
          <w:szCs w:val="18"/>
        </w:rPr>
      </w:pPr>
      <w:r>
        <w:t xml:space="preserve">      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8C28F6" w:rsidRDefault="008C28F6" w:rsidP="00103C6B">
      <w:pPr>
        <w:jc w:val="both"/>
        <w:rPr>
          <w:sz w:val="28"/>
          <w:szCs w:val="28"/>
        </w:rPr>
      </w:pPr>
      <w:r>
        <w:t>«____»_______________20___ года</w:t>
      </w:r>
    </w:p>
    <w:p w:rsidR="008C28F6" w:rsidRDefault="008C28F6" w:rsidP="00103C6B">
      <w:pPr>
        <w:pStyle w:val="NoSpacing"/>
        <w:rPr>
          <w:sz w:val="20"/>
          <w:szCs w:val="20"/>
        </w:rPr>
      </w:pPr>
    </w:p>
    <w:p w:rsidR="008C28F6" w:rsidRDefault="008C28F6" w:rsidP="00103C6B">
      <w:pPr>
        <w:pStyle w:val="NoSpacing"/>
        <w:rPr>
          <w:sz w:val="20"/>
          <w:szCs w:val="20"/>
        </w:rPr>
      </w:pPr>
    </w:p>
    <w:p w:rsidR="008C28F6" w:rsidRPr="0068532A" w:rsidRDefault="008C28F6" w:rsidP="00103C6B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8C28F6" w:rsidRPr="00384CE6" w:rsidRDefault="008C28F6" w:rsidP="00103C6B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8C28F6" w:rsidRPr="00384CE6" w:rsidRDefault="008C28F6" w:rsidP="00103C6B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8C28F6" w:rsidRPr="00516F42" w:rsidRDefault="008C28F6" w:rsidP="00103C6B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8C28F6" w:rsidRDefault="008C28F6" w:rsidP="000A5485">
      <w:pPr>
        <w:ind w:left="-142"/>
        <w:rPr>
          <w:b/>
          <w:sz w:val="20"/>
          <w:szCs w:val="20"/>
        </w:rPr>
      </w:pPr>
    </w:p>
    <w:p w:rsidR="008C28F6" w:rsidRDefault="008C28F6" w:rsidP="000A5485">
      <w:pPr>
        <w:ind w:left="-142"/>
        <w:rPr>
          <w:b/>
          <w:sz w:val="20"/>
          <w:szCs w:val="20"/>
        </w:rPr>
      </w:pPr>
    </w:p>
    <w:sectPr w:rsidR="008C28F6" w:rsidSect="00103C6B">
      <w:pgSz w:w="11906" w:h="16838"/>
      <w:pgMar w:top="567" w:right="746" w:bottom="18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CA0"/>
    <w:rsid w:val="00044D88"/>
    <w:rsid w:val="00047EF8"/>
    <w:rsid w:val="0007046F"/>
    <w:rsid w:val="000765C1"/>
    <w:rsid w:val="000A0FC0"/>
    <w:rsid w:val="000A5485"/>
    <w:rsid w:val="000E5CD6"/>
    <w:rsid w:val="000E68D2"/>
    <w:rsid w:val="00103C6B"/>
    <w:rsid w:val="00166E3F"/>
    <w:rsid w:val="001B38DF"/>
    <w:rsid w:val="001E3097"/>
    <w:rsid w:val="002235F2"/>
    <w:rsid w:val="002358CE"/>
    <w:rsid w:val="00237961"/>
    <w:rsid w:val="00242520"/>
    <w:rsid w:val="00285B8E"/>
    <w:rsid w:val="002F3262"/>
    <w:rsid w:val="002F3332"/>
    <w:rsid w:val="0033370D"/>
    <w:rsid w:val="00335D7A"/>
    <w:rsid w:val="00384CE6"/>
    <w:rsid w:val="003F7D65"/>
    <w:rsid w:val="004013C2"/>
    <w:rsid w:val="00416888"/>
    <w:rsid w:val="00483881"/>
    <w:rsid w:val="004A277B"/>
    <w:rsid w:val="004B060C"/>
    <w:rsid w:val="005066DB"/>
    <w:rsid w:val="00516F42"/>
    <w:rsid w:val="00545774"/>
    <w:rsid w:val="00567221"/>
    <w:rsid w:val="005D12E5"/>
    <w:rsid w:val="005E39C2"/>
    <w:rsid w:val="005E66D0"/>
    <w:rsid w:val="005F5FFA"/>
    <w:rsid w:val="006147F3"/>
    <w:rsid w:val="00644B6B"/>
    <w:rsid w:val="0068532A"/>
    <w:rsid w:val="006D67D7"/>
    <w:rsid w:val="006E5B9F"/>
    <w:rsid w:val="00790014"/>
    <w:rsid w:val="007B12E9"/>
    <w:rsid w:val="00854C8D"/>
    <w:rsid w:val="008C28F6"/>
    <w:rsid w:val="008F54BF"/>
    <w:rsid w:val="0095622C"/>
    <w:rsid w:val="009A0D2E"/>
    <w:rsid w:val="009B37F0"/>
    <w:rsid w:val="009D1811"/>
    <w:rsid w:val="00A4457A"/>
    <w:rsid w:val="00AA529E"/>
    <w:rsid w:val="00AC455E"/>
    <w:rsid w:val="00B73B3F"/>
    <w:rsid w:val="00BD05DE"/>
    <w:rsid w:val="00BD3256"/>
    <w:rsid w:val="00C0086A"/>
    <w:rsid w:val="00C4050E"/>
    <w:rsid w:val="00C51817"/>
    <w:rsid w:val="00C641C1"/>
    <w:rsid w:val="00C75B1F"/>
    <w:rsid w:val="00C77254"/>
    <w:rsid w:val="00CC3921"/>
    <w:rsid w:val="00CD45EB"/>
    <w:rsid w:val="00CD5E6A"/>
    <w:rsid w:val="00CE1E9D"/>
    <w:rsid w:val="00CE4F6A"/>
    <w:rsid w:val="00CE5A15"/>
    <w:rsid w:val="00CE71B7"/>
    <w:rsid w:val="00CE7C06"/>
    <w:rsid w:val="00D12482"/>
    <w:rsid w:val="00D255DB"/>
    <w:rsid w:val="00D27036"/>
    <w:rsid w:val="00D45171"/>
    <w:rsid w:val="00D87D10"/>
    <w:rsid w:val="00DA0083"/>
    <w:rsid w:val="00E025F7"/>
    <w:rsid w:val="00E134E7"/>
    <w:rsid w:val="00E41454"/>
    <w:rsid w:val="00E901C1"/>
    <w:rsid w:val="00EA0CA0"/>
    <w:rsid w:val="00EA4CF8"/>
    <w:rsid w:val="00FA7A3B"/>
    <w:rsid w:val="00FB2E1C"/>
    <w:rsid w:val="00FB2F6D"/>
    <w:rsid w:val="00FC6D0D"/>
    <w:rsid w:val="00FE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A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B2E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75B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5B1F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103C6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1000</Words>
  <Characters>5702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22</cp:revision>
  <cp:lastPrinted>2016-03-02T07:40:00Z</cp:lastPrinted>
  <dcterms:created xsi:type="dcterms:W3CDTF">2016-02-20T08:26:00Z</dcterms:created>
  <dcterms:modified xsi:type="dcterms:W3CDTF">2017-01-24T09:37:00Z</dcterms:modified>
</cp:coreProperties>
</file>